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404764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F8CBA19" w14:textId="701C8CFA" w:rsidR="00AE7A9E" w:rsidRPr="00404764" w:rsidRDefault="00AE7A9E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br w:type="page"/>
      </w:r>
    </w:p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2B010" w14:textId="77777777" w:rsidR="007479E1" w:rsidRPr="00404764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72D92EF9" w14:textId="3E04ABF0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2E2975" w14:textId="4FABCB69" w:rsidR="007E7B81" w:rsidRPr="00404764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9F951C2" w14:textId="44BB61BA" w:rsidR="007E7B81" w:rsidRPr="00404764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AA8890E" w14:textId="77777777" w:rsidR="007479E1" w:rsidRPr="00404764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</w:tc>
        <w:tc>
          <w:tcPr>
            <w:tcW w:w="4264" w:type="dxa"/>
          </w:tcPr>
          <w:p w14:paraId="3E9EAFE8" w14:textId="7971F1D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1A1ACA7" w14:textId="19687D42" w:rsidR="007479E1" w:rsidRPr="00404764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2697588" w14:textId="27681BAA" w:rsidR="007479E1" w:rsidRPr="00404764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FB4859F" w14:textId="068AA51D" w:rsidR="007E7B81" w:rsidRPr="00404764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0B76F025" w14:textId="0A7E25C1" w:rsidR="007E7B8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037EF16" w14:textId="3E735A9C" w:rsidR="008E3DB5" w:rsidRPr="00404764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</w:tc>
        <w:tc>
          <w:tcPr>
            <w:tcW w:w="4264" w:type="dxa"/>
          </w:tcPr>
          <w:p w14:paraId="4CDBD159" w14:textId="4F1F700F" w:rsidR="008E3DB5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04967C4" w14:textId="1D488CB8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</w:tc>
        <w:tc>
          <w:tcPr>
            <w:tcW w:w="4264" w:type="dxa"/>
          </w:tcPr>
          <w:p w14:paraId="1B1E7A03" w14:textId="333E149B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D52C77F" w14:textId="7C134F2A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</w:tc>
        <w:tc>
          <w:tcPr>
            <w:tcW w:w="4264" w:type="dxa"/>
          </w:tcPr>
          <w:p w14:paraId="5BBC15E5" w14:textId="6C1A8DF4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0F838BB" w14:textId="11A33569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energetickém a elektrotechnickém zařízení:</w:t>
            </w:r>
          </w:p>
        </w:tc>
        <w:tc>
          <w:tcPr>
            <w:tcW w:w="4264" w:type="dxa"/>
          </w:tcPr>
          <w:p w14:paraId="5DA52B8F" w14:textId="58630019" w:rsidR="00921E6B" w:rsidRPr="00404764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3E02AFE" w14:textId="3E5B6DA7" w:rsidR="00921E6B" w:rsidRPr="00404764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</w:tc>
        <w:tc>
          <w:tcPr>
            <w:tcW w:w="4264" w:type="dxa"/>
          </w:tcPr>
          <w:p w14:paraId="29DE3D1F" w14:textId="2D9FA3A5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4399BE0" w14:textId="23394E33" w:rsidR="00FF2CFB" w:rsidRPr="00404764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</w:tc>
        <w:tc>
          <w:tcPr>
            <w:tcW w:w="4264" w:type="dxa"/>
          </w:tcPr>
          <w:p w14:paraId="411DC54E" w14:textId="5AF1028D" w:rsidR="00FF2CFB" w:rsidRPr="00404764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</w:tc>
      </w:tr>
    </w:tbl>
    <w:p w14:paraId="4A091CC7" w14:textId="47CCB4B9" w:rsidR="00AE7A9E" w:rsidRPr="00404764" w:rsidRDefault="00AE7A9E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0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0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Tzn. Osvědčení se nevyhotovuje pro každého ze zhotovitelů/společníků/poddodavatelů zvlášť.</w:t>
      </w:r>
    </w:p>
    <w:p w14:paraId="06263C1F" w14:textId="77777777" w:rsidR="00D928DB" w:rsidRPr="00A24674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43FD9582" w14:textId="77777777" w:rsidR="00D928DB" w:rsidRPr="00F0533E" w:rsidRDefault="00D928DB" w:rsidP="00F0533E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50978AD8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7090F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5D54D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3BCF8EA8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10A42003" w:rsidR="004C037A" w:rsidRDefault="004C037A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0F214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F6FFA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639147575">
    <w:abstractNumId w:val="2"/>
  </w:num>
  <w:num w:numId="2" w16cid:durableId="1479878826">
    <w:abstractNumId w:val="1"/>
  </w:num>
  <w:num w:numId="3" w16cid:durableId="10584758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14854265">
    <w:abstractNumId w:val="7"/>
  </w:num>
  <w:num w:numId="5" w16cid:durableId="884559775">
    <w:abstractNumId w:val="3"/>
  </w:num>
  <w:num w:numId="6" w16cid:durableId="140001782">
    <w:abstractNumId w:val="4"/>
  </w:num>
  <w:num w:numId="7" w16cid:durableId="1833794871">
    <w:abstractNumId w:val="0"/>
  </w:num>
  <w:num w:numId="8" w16cid:durableId="2145728962">
    <w:abstractNumId w:val="5"/>
  </w:num>
  <w:num w:numId="9" w16cid:durableId="25351330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55927670">
    <w:abstractNumId w:val="4"/>
  </w:num>
  <w:num w:numId="11" w16cid:durableId="154106594">
    <w:abstractNumId w:val="1"/>
  </w:num>
  <w:num w:numId="12" w16cid:durableId="1452625644">
    <w:abstractNumId w:val="4"/>
  </w:num>
  <w:num w:numId="13" w16cid:durableId="2037850992">
    <w:abstractNumId w:val="4"/>
  </w:num>
  <w:num w:numId="14" w16cid:durableId="509297030">
    <w:abstractNumId w:val="4"/>
  </w:num>
  <w:num w:numId="15" w16cid:durableId="555508112">
    <w:abstractNumId w:val="4"/>
  </w:num>
  <w:num w:numId="16" w16cid:durableId="1855336402">
    <w:abstractNumId w:val="8"/>
  </w:num>
  <w:num w:numId="17" w16cid:durableId="894583633">
    <w:abstractNumId w:val="2"/>
  </w:num>
  <w:num w:numId="18" w16cid:durableId="1989940828">
    <w:abstractNumId w:val="8"/>
  </w:num>
  <w:num w:numId="19" w16cid:durableId="1736317809">
    <w:abstractNumId w:val="8"/>
  </w:num>
  <w:num w:numId="20" w16cid:durableId="1100177132">
    <w:abstractNumId w:val="8"/>
  </w:num>
  <w:num w:numId="21" w16cid:durableId="1346516105">
    <w:abstractNumId w:val="8"/>
  </w:num>
  <w:num w:numId="22" w16cid:durableId="81492556">
    <w:abstractNumId w:val="4"/>
  </w:num>
  <w:num w:numId="23" w16cid:durableId="1522549843">
    <w:abstractNumId w:val="1"/>
  </w:num>
  <w:num w:numId="24" w16cid:durableId="1331519380">
    <w:abstractNumId w:val="4"/>
  </w:num>
  <w:num w:numId="25" w16cid:durableId="1048725068">
    <w:abstractNumId w:val="4"/>
  </w:num>
  <w:num w:numId="26" w16cid:durableId="279381243">
    <w:abstractNumId w:val="4"/>
  </w:num>
  <w:num w:numId="27" w16cid:durableId="1640452336">
    <w:abstractNumId w:val="4"/>
  </w:num>
  <w:num w:numId="28" w16cid:durableId="240141758">
    <w:abstractNumId w:val="8"/>
  </w:num>
  <w:num w:numId="29" w16cid:durableId="1402143345">
    <w:abstractNumId w:val="2"/>
  </w:num>
  <w:num w:numId="30" w16cid:durableId="1066105480">
    <w:abstractNumId w:val="8"/>
  </w:num>
  <w:num w:numId="31" w16cid:durableId="333996595">
    <w:abstractNumId w:val="8"/>
  </w:num>
  <w:num w:numId="32" w16cid:durableId="1756704597">
    <w:abstractNumId w:val="8"/>
  </w:num>
  <w:num w:numId="33" w16cid:durableId="179439659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725B"/>
    <w:rsid w:val="0010693F"/>
    <w:rsid w:val="00114472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E0CD7"/>
    <w:rsid w:val="002F5828"/>
    <w:rsid w:val="00300A53"/>
    <w:rsid w:val="00341DCF"/>
    <w:rsid w:val="00357BC6"/>
    <w:rsid w:val="00374EB1"/>
    <w:rsid w:val="003956C6"/>
    <w:rsid w:val="00404764"/>
    <w:rsid w:val="00441430"/>
    <w:rsid w:val="00450F07"/>
    <w:rsid w:val="00453CD3"/>
    <w:rsid w:val="0045713F"/>
    <w:rsid w:val="00460660"/>
    <w:rsid w:val="0047754B"/>
    <w:rsid w:val="00486107"/>
    <w:rsid w:val="00491827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F1404"/>
    <w:rsid w:val="0061068E"/>
    <w:rsid w:val="00612A10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5D4B"/>
    <w:rsid w:val="00743525"/>
    <w:rsid w:val="007479E1"/>
    <w:rsid w:val="0076286B"/>
    <w:rsid w:val="00766846"/>
    <w:rsid w:val="0077673A"/>
    <w:rsid w:val="007846E1"/>
    <w:rsid w:val="00786D17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3DB5"/>
    <w:rsid w:val="008F18D6"/>
    <w:rsid w:val="00904780"/>
    <w:rsid w:val="00921E6B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75EE1"/>
    <w:rsid w:val="00B77481"/>
    <w:rsid w:val="00B81949"/>
    <w:rsid w:val="00B8518B"/>
    <w:rsid w:val="00BD1BE6"/>
    <w:rsid w:val="00BD7E91"/>
    <w:rsid w:val="00BE7FD7"/>
    <w:rsid w:val="00BF2F6D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B104F"/>
    <w:rsid w:val="00EC27A9"/>
    <w:rsid w:val="00ED14BD"/>
    <w:rsid w:val="00F0533E"/>
    <w:rsid w:val="00F06762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1333"/>
    <w:rsid w:val="00FC6389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DAC39B-A53B-4F8A-A56E-73D5C97913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06A0B9-46CE-4E2D-8AEF-FF3E0BDD2F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papír.dotx</Template>
  <TotalTime>1</TotalTime>
  <Pages>3</Pages>
  <Words>748</Words>
  <Characters>4414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Walta Petr, Ing.</cp:lastModifiedBy>
  <cp:revision>4</cp:revision>
  <cp:lastPrinted>2022-03-23T11:11:00Z</cp:lastPrinted>
  <dcterms:created xsi:type="dcterms:W3CDTF">2023-12-01T14:30:00Z</dcterms:created>
  <dcterms:modified xsi:type="dcterms:W3CDTF">2025-06-11T10:05:00Z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